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64" w:rsidRPr="005A490E" w:rsidRDefault="00B96D64">
      <w:pPr>
        <w:rPr>
          <w:b/>
        </w:rPr>
      </w:pPr>
      <w:r w:rsidRPr="005A490E">
        <w:rPr>
          <w:b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 wp14:anchorId="4BF293AD" wp14:editId="341825A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3675" cy="838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eetTemptation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90E">
        <w:rPr>
          <w:b/>
        </w:rPr>
        <w:t>Sweet Temptations</w:t>
      </w:r>
      <w:bookmarkStart w:id="0" w:name="_GoBack"/>
      <w:bookmarkEnd w:id="0"/>
    </w:p>
    <w:p w:rsidR="00E46A29" w:rsidRDefault="005A490E">
      <w:r>
        <w:t>XXXXXXX</w:t>
      </w:r>
      <w:r w:rsidR="00E46A29">
        <w:t xml:space="preserve"> Meeting</w:t>
      </w:r>
    </w:p>
    <w:p w:rsidR="00E46A29" w:rsidRDefault="00D55464">
      <w:r>
        <w:t>Meeting Minutes</w:t>
      </w:r>
      <w:r w:rsidR="005A490E">
        <w:t xml:space="preserve"> or Agenda</w:t>
      </w:r>
    </w:p>
    <w:p w:rsidR="00E46A29" w:rsidRDefault="005A490E">
      <w:r>
        <w:t>Day</w:t>
      </w:r>
      <w:r w:rsidR="00B96D64">
        <w:t xml:space="preserve">, </w:t>
      </w:r>
      <w:r>
        <w:t>Month</w:t>
      </w:r>
      <w:r w:rsidR="000D0BBE">
        <w:t xml:space="preserve">, </w:t>
      </w:r>
      <w:r>
        <w:t>Year</w:t>
      </w:r>
      <w:r w:rsidR="00B96D64">
        <w:t xml:space="preserve"> @ </w:t>
      </w:r>
      <w:r>
        <w:t>Time</w:t>
      </w:r>
    </w:p>
    <w:p w:rsidR="00E46A29" w:rsidRDefault="005A490E">
      <w:pPr>
        <w:pBdr>
          <w:bottom w:val="single" w:sz="6" w:space="1" w:color="auto"/>
        </w:pBdr>
      </w:pPr>
      <w:r>
        <w:t>Location</w:t>
      </w:r>
    </w:p>
    <w:p w:rsidR="00E46A29" w:rsidRDefault="00E46A29"/>
    <w:p w:rsidR="00962CCC" w:rsidRPr="00962CCC" w:rsidRDefault="00C6250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6D64">
        <w:rPr>
          <w:b/>
        </w:rPr>
        <w:t xml:space="preserve"> </w:t>
      </w:r>
    </w:p>
    <w:p w:rsidR="00C6250E" w:rsidRDefault="005A490E" w:rsidP="00C6250E">
      <w:pPr>
        <w:rPr>
          <w:b/>
        </w:rPr>
      </w:pPr>
      <w:r>
        <w:rPr>
          <w:b/>
        </w:rPr>
        <w:t>Title of Document</w:t>
      </w:r>
    </w:p>
    <w:p w:rsidR="005A490E" w:rsidRDefault="005A490E" w:rsidP="00C6250E">
      <w:pPr>
        <w:rPr>
          <w:b/>
        </w:rPr>
      </w:pPr>
    </w:p>
    <w:p w:rsidR="005A490E" w:rsidRDefault="005A490E" w:rsidP="00C6250E">
      <w:pPr>
        <w:rPr>
          <w:b/>
        </w:rPr>
      </w:pPr>
      <w:r>
        <w:rPr>
          <w:b/>
        </w:rPr>
        <w:t>Actions/Notes</w:t>
      </w:r>
    </w:p>
    <w:p w:rsidR="005A490E" w:rsidRDefault="005A490E" w:rsidP="00C6250E">
      <w:pPr>
        <w:rPr>
          <w:b/>
        </w:rPr>
      </w:pPr>
      <w:r>
        <w:rPr>
          <w:b/>
        </w:rPr>
        <w:t>1.</w:t>
      </w:r>
    </w:p>
    <w:p w:rsidR="005A490E" w:rsidRDefault="005A490E" w:rsidP="00C6250E">
      <w:pPr>
        <w:rPr>
          <w:b/>
        </w:rPr>
      </w:pPr>
      <w:r>
        <w:rPr>
          <w:b/>
        </w:rPr>
        <w:t>2.</w:t>
      </w:r>
    </w:p>
    <w:p w:rsidR="005A490E" w:rsidRDefault="005A490E" w:rsidP="00C6250E">
      <w:pPr>
        <w:rPr>
          <w:b/>
        </w:rPr>
      </w:pPr>
      <w:r>
        <w:rPr>
          <w:b/>
        </w:rPr>
        <w:t>3.</w:t>
      </w:r>
    </w:p>
    <w:p w:rsidR="005A490E" w:rsidRDefault="005A490E" w:rsidP="00C6250E">
      <w:pPr>
        <w:rPr>
          <w:b/>
        </w:rPr>
      </w:pPr>
      <w:r>
        <w:rPr>
          <w:b/>
        </w:rPr>
        <w:t>4.</w:t>
      </w:r>
    </w:p>
    <w:p w:rsidR="005A490E" w:rsidRDefault="005A490E" w:rsidP="00C6250E">
      <w:pPr>
        <w:rPr>
          <w:b/>
        </w:rPr>
      </w:pPr>
      <w:r>
        <w:rPr>
          <w:b/>
        </w:rPr>
        <w:t>5.</w:t>
      </w:r>
    </w:p>
    <w:p w:rsidR="005A490E" w:rsidRDefault="005A490E" w:rsidP="00C6250E">
      <w:pPr>
        <w:rPr>
          <w:b/>
        </w:rPr>
      </w:pPr>
      <w:r>
        <w:rPr>
          <w:b/>
        </w:rPr>
        <w:t>6.</w:t>
      </w:r>
    </w:p>
    <w:p w:rsidR="00C6250E" w:rsidRDefault="00C625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5A490E" w:rsidRDefault="005A490E" w:rsidP="00C6250E">
      <w:pPr>
        <w:pBdr>
          <w:bottom w:val="single" w:sz="12" w:space="1" w:color="auto"/>
        </w:pBdr>
        <w:rPr>
          <w:b/>
        </w:rPr>
      </w:pPr>
    </w:p>
    <w:p w:rsidR="00C6250E" w:rsidRDefault="00C6250E" w:rsidP="00C6250E">
      <w:pPr>
        <w:rPr>
          <w:b/>
        </w:rPr>
      </w:pPr>
    </w:p>
    <w:p w:rsidR="00C6250E" w:rsidRDefault="005A490E" w:rsidP="00C6250E">
      <w:pPr>
        <w:rPr>
          <w:b/>
        </w:rPr>
      </w:pPr>
      <w:r>
        <w:rPr>
          <w:b/>
        </w:rPr>
        <w:t>Other</w:t>
      </w:r>
      <w:r w:rsidR="00C6250E">
        <w:rPr>
          <w:b/>
        </w:rPr>
        <w:t xml:space="preserve"> items</w:t>
      </w:r>
      <w:r>
        <w:rPr>
          <w:b/>
        </w:rPr>
        <w:t>/ Follow-Up</w:t>
      </w:r>
      <w:r w:rsidR="00C6250E">
        <w:rPr>
          <w:b/>
        </w:rPr>
        <w:t>:</w:t>
      </w:r>
    </w:p>
    <w:p w:rsidR="00B96D64" w:rsidRDefault="005A490E" w:rsidP="00B96D64">
      <w:pPr>
        <w:pStyle w:val="ListParagraph"/>
        <w:rPr>
          <w:b/>
        </w:rPr>
      </w:pPr>
      <w:r>
        <w:rPr>
          <w:b/>
        </w:rPr>
        <w:t>1.</w:t>
      </w:r>
    </w:p>
    <w:p w:rsidR="005A490E" w:rsidRDefault="005A490E" w:rsidP="00B96D64">
      <w:pPr>
        <w:pStyle w:val="ListParagraph"/>
        <w:rPr>
          <w:b/>
        </w:rPr>
      </w:pPr>
      <w:r>
        <w:rPr>
          <w:b/>
        </w:rPr>
        <w:t>2.</w:t>
      </w:r>
    </w:p>
    <w:p w:rsidR="005A490E" w:rsidRDefault="005A490E" w:rsidP="00B96D64">
      <w:pPr>
        <w:pStyle w:val="ListParagraph"/>
        <w:rPr>
          <w:b/>
        </w:rPr>
      </w:pPr>
      <w:r>
        <w:rPr>
          <w:b/>
        </w:rPr>
        <w:t>3.</w:t>
      </w:r>
    </w:p>
    <w:p w:rsidR="005A490E" w:rsidRPr="00B96D64" w:rsidRDefault="005A490E" w:rsidP="00B96D64">
      <w:pPr>
        <w:pStyle w:val="ListParagraph"/>
        <w:rPr>
          <w:b/>
        </w:rPr>
      </w:pPr>
    </w:p>
    <w:p w:rsidR="00355200" w:rsidRDefault="00355200" w:rsidP="00355200">
      <w:pPr>
        <w:rPr>
          <w:b/>
        </w:rPr>
      </w:pPr>
    </w:p>
    <w:p w:rsidR="00C6250E" w:rsidRPr="00355200" w:rsidRDefault="00C6250E" w:rsidP="00355200">
      <w:pPr>
        <w:rPr>
          <w:b/>
        </w:rPr>
      </w:pPr>
    </w:p>
    <w:sectPr w:rsidR="00C6250E" w:rsidRPr="00355200" w:rsidSect="00C6250E">
      <w:pgSz w:w="12240" w:h="15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322E"/>
    <w:multiLevelType w:val="hybridMultilevel"/>
    <w:tmpl w:val="867C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F7161"/>
    <w:multiLevelType w:val="hybridMultilevel"/>
    <w:tmpl w:val="ACD87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96513"/>
    <w:multiLevelType w:val="hybridMultilevel"/>
    <w:tmpl w:val="6D667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B0E90"/>
    <w:multiLevelType w:val="hybridMultilevel"/>
    <w:tmpl w:val="C022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F1952"/>
    <w:multiLevelType w:val="hybridMultilevel"/>
    <w:tmpl w:val="0E507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BD66D9"/>
    <w:multiLevelType w:val="hybridMultilevel"/>
    <w:tmpl w:val="6148A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C60F7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A29"/>
    <w:rsid w:val="000512E5"/>
    <w:rsid w:val="000D0BBE"/>
    <w:rsid w:val="001D4D84"/>
    <w:rsid w:val="001F0E89"/>
    <w:rsid w:val="001F1EC5"/>
    <w:rsid w:val="00215D1D"/>
    <w:rsid w:val="0024655C"/>
    <w:rsid w:val="00283F63"/>
    <w:rsid w:val="002C4292"/>
    <w:rsid w:val="00355200"/>
    <w:rsid w:val="003A065A"/>
    <w:rsid w:val="003B4A25"/>
    <w:rsid w:val="00410D7C"/>
    <w:rsid w:val="00421A79"/>
    <w:rsid w:val="0043745B"/>
    <w:rsid w:val="00487179"/>
    <w:rsid w:val="00494C5B"/>
    <w:rsid w:val="004E1964"/>
    <w:rsid w:val="00556E2F"/>
    <w:rsid w:val="00577344"/>
    <w:rsid w:val="005A490E"/>
    <w:rsid w:val="005E732F"/>
    <w:rsid w:val="005F5A7B"/>
    <w:rsid w:val="0069672E"/>
    <w:rsid w:val="007204CC"/>
    <w:rsid w:val="00861006"/>
    <w:rsid w:val="008B116B"/>
    <w:rsid w:val="00900ED4"/>
    <w:rsid w:val="00940BD6"/>
    <w:rsid w:val="00962CCC"/>
    <w:rsid w:val="00994CB3"/>
    <w:rsid w:val="00A148EA"/>
    <w:rsid w:val="00A47166"/>
    <w:rsid w:val="00A84381"/>
    <w:rsid w:val="00AC7D8E"/>
    <w:rsid w:val="00AD37B4"/>
    <w:rsid w:val="00B96D64"/>
    <w:rsid w:val="00BF6708"/>
    <w:rsid w:val="00C07233"/>
    <w:rsid w:val="00C6250E"/>
    <w:rsid w:val="00C80B14"/>
    <w:rsid w:val="00CE4987"/>
    <w:rsid w:val="00D230A5"/>
    <w:rsid w:val="00D30009"/>
    <w:rsid w:val="00D43EA5"/>
    <w:rsid w:val="00D55464"/>
    <w:rsid w:val="00D823D7"/>
    <w:rsid w:val="00DB5963"/>
    <w:rsid w:val="00E028D3"/>
    <w:rsid w:val="00E46A29"/>
    <w:rsid w:val="00E54EDC"/>
    <w:rsid w:val="00E715A7"/>
    <w:rsid w:val="00E77B30"/>
    <w:rsid w:val="00ED1959"/>
    <w:rsid w:val="00EE2AE3"/>
    <w:rsid w:val="00F7316F"/>
    <w:rsid w:val="00F861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0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A2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96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0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A2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96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1C32A26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McFarlen</dc:creator>
  <cp:lastModifiedBy>Amy Mcfarlen</cp:lastModifiedBy>
  <cp:revision>2</cp:revision>
  <cp:lastPrinted>2013-12-15T19:48:00Z</cp:lastPrinted>
  <dcterms:created xsi:type="dcterms:W3CDTF">2014-06-11T17:46:00Z</dcterms:created>
  <dcterms:modified xsi:type="dcterms:W3CDTF">2014-06-11T17:46:00Z</dcterms:modified>
</cp:coreProperties>
</file>